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D4C87" w14:textId="77777777" w:rsidR="00CB1E3A" w:rsidRPr="00CB1E3A" w:rsidRDefault="00CB1E3A">
      <w:pPr>
        <w:rPr>
          <w:rFonts w:ascii="Source Sans 3" w:hAnsi="Source Sans 3"/>
          <w:sz w:val="36"/>
          <w:szCs w:val="36"/>
        </w:rPr>
      </w:pPr>
      <w:r w:rsidRPr="00CB1E3A">
        <w:rPr>
          <w:rFonts w:ascii="Source Sans 3" w:hAnsi="Source Sans 3"/>
          <w:sz w:val="36"/>
          <w:szCs w:val="36"/>
        </w:rPr>
        <w:t>PPSC Letterhead Instructions</w:t>
      </w:r>
    </w:p>
    <w:p w14:paraId="6F88D1C3" w14:textId="77777777" w:rsidR="00115B76" w:rsidRDefault="00115B76">
      <w:pPr>
        <w:rPr>
          <w:rFonts w:ascii="Source Sans 3" w:hAnsi="Source Sans 3"/>
          <w:b/>
          <w:bCs/>
          <w:color w:val="0C3B60"/>
        </w:rPr>
      </w:pPr>
    </w:p>
    <w:p w14:paraId="164291A9" w14:textId="69B368C1" w:rsidR="00115B76" w:rsidRDefault="00115B76">
      <w:pPr>
        <w:rPr>
          <w:rFonts w:ascii="Source Sans 3" w:hAnsi="Source Sans 3"/>
          <w:color w:val="FF0000"/>
        </w:rPr>
      </w:pPr>
      <w:r>
        <w:rPr>
          <w:rFonts w:ascii="Source Sans 3" w:hAnsi="Source Sans 3"/>
          <w:b/>
          <w:bCs/>
          <w:color w:val="FF0000"/>
        </w:rPr>
        <w:t xml:space="preserve">PLEASE NOTE: </w:t>
      </w:r>
      <w:r>
        <w:rPr>
          <w:rFonts w:ascii="Source Sans 3" w:hAnsi="Source Sans 3"/>
          <w:color w:val="FF0000"/>
        </w:rPr>
        <w:t>Both Letterhead templates work best when using the Desktop Word Application instead of the online Microsoft 365</w:t>
      </w:r>
      <w:r w:rsidR="00A90EDB">
        <w:rPr>
          <w:rFonts w:ascii="Source Sans 3" w:hAnsi="Source Sans 3"/>
          <w:color w:val="FF0000"/>
        </w:rPr>
        <w:t xml:space="preserve"> web</w:t>
      </w:r>
      <w:r>
        <w:rPr>
          <w:rFonts w:ascii="Source Sans 3" w:hAnsi="Source Sans 3"/>
          <w:color w:val="FF0000"/>
        </w:rPr>
        <w:t xml:space="preserve"> </w:t>
      </w:r>
      <w:r w:rsidR="00A90EDB">
        <w:rPr>
          <w:rFonts w:ascii="Source Sans 3" w:hAnsi="Source Sans 3"/>
          <w:color w:val="FF0000"/>
        </w:rPr>
        <w:t>p</w:t>
      </w:r>
      <w:r>
        <w:rPr>
          <w:rFonts w:ascii="Source Sans 3" w:hAnsi="Source Sans 3"/>
          <w:color w:val="FF0000"/>
        </w:rPr>
        <w:t xml:space="preserve">latform. </w:t>
      </w:r>
    </w:p>
    <w:p w14:paraId="47B79367" w14:textId="77777777" w:rsidR="00115B76" w:rsidRDefault="00115B76">
      <w:pPr>
        <w:rPr>
          <w:rFonts w:ascii="Source Sans 3" w:hAnsi="Source Sans 3"/>
          <w:b/>
          <w:bCs/>
          <w:color w:val="0C3B60"/>
        </w:rPr>
      </w:pPr>
    </w:p>
    <w:p w14:paraId="5F6DAA49" w14:textId="76B8452C" w:rsidR="00CB1E3A" w:rsidRDefault="00CB1E3A">
      <w:pPr>
        <w:rPr>
          <w:rFonts w:ascii="Source Sans 3" w:hAnsi="Source Sans 3"/>
          <w:b/>
          <w:bCs/>
          <w:color w:val="0C3B60"/>
        </w:rPr>
      </w:pPr>
      <w:r w:rsidRPr="00CB1E3A">
        <w:rPr>
          <w:rFonts w:ascii="Source Sans 3" w:hAnsi="Source Sans 3"/>
          <w:b/>
          <w:bCs/>
          <w:color w:val="0C3B60"/>
        </w:rPr>
        <w:t>Step 1:</w:t>
      </w:r>
    </w:p>
    <w:p w14:paraId="0D2AAB28" w14:textId="77777777" w:rsidR="00CB1E3A" w:rsidRDefault="00CB1E3A">
      <w:pPr>
        <w:rPr>
          <w:rFonts w:ascii="Source Sans 3" w:hAnsi="Source Sans 3"/>
          <w:color w:val="000000" w:themeColor="text1"/>
        </w:rPr>
      </w:pPr>
      <w:r w:rsidRPr="00CB1E3A">
        <w:rPr>
          <w:rFonts w:ascii="Source Sans 3" w:hAnsi="Source Sans 3"/>
          <w:color w:val="000000" w:themeColor="text1"/>
        </w:rPr>
        <w:t>Decide which Letterhead template to use.</w:t>
      </w:r>
    </w:p>
    <w:p w14:paraId="38F4E1F1" w14:textId="77777777" w:rsidR="00CB1E3A" w:rsidRDefault="00CB1E3A" w:rsidP="00CB1E3A">
      <w:pPr>
        <w:pStyle w:val="ListParagraph"/>
        <w:numPr>
          <w:ilvl w:val="0"/>
          <w:numId w:val="1"/>
        </w:numPr>
        <w:rPr>
          <w:rFonts w:ascii="Source Sans 3" w:hAnsi="Source Sans 3"/>
          <w:color w:val="000000" w:themeColor="text1"/>
        </w:rPr>
      </w:pPr>
      <w:r>
        <w:rPr>
          <w:rFonts w:ascii="Source Sans 3" w:hAnsi="Source Sans 3"/>
          <w:color w:val="000000" w:themeColor="text1"/>
        </w:rPr>
        <w:t xml:space="preserve">The </w:t>
      </w:r>
      <w:proofErr w:type="spellStart"/>
      <w:r>
        <w:rPr>
          <w:rFonts w:ascii="Source Sans 3" w:hAnsi="Source Sans 3"/>
          <w:color w:val="000000" w:themeColor="text1"/>
        </w:rPr>
        <w:t>PikesPeakState_Letterhead</w:t>
      </w:r>
      <w:proofErr w:type="spellEnd"/>
      <w:r>
        <w:rPr>
          <w:rFonts w:ascii="Source Sans 3" w:hAnsi="Source Sans 3"/>
          <w:color w:val="000000" w:themeColor="text1"/>
        </w:rPr>
        <w:t xml:space="preserve"> will use the </w:t>
      </w:r>
      <w:r w:rsidR="003D4E51">
        <w:rPr>
          <w:rFonts w:ascii="Source Sans 3" w:hAnsi="Source Sans 3"/>
          <w:color w:val="000000" w:themeColor="text1"/>
        </w:rPr>
        <w:t xml:space="preserve">standard </w:t>
      </w:r>
      <w:r>
        <w:rPr>
          <w:rFonts w:ascii="Source Sans 3" w:hAnsi="Source Sans 3"/>
          <w:color w:val="000000" w:themeColor="text1"/>
        </w:rPr>
        <w:t>college logo.</w:t>
      </w:r>
    </w:p>
    <w:p w14:paraId="258CAE2C" w14:textId="5C3C7430" w:rsidR="00CB1E3A" w:rsidRDefault="00CB1E3A" w:rsidP="00CB1E3A">
      <w:pPr>
        <w:pStyle w:val="ListParagraph"/>
        <w:numPr>
          <w:ilvl w:val="0"/>
          <w:numId w:val="1"/>
        </w:numPr>
        <w:rPr>
          <w:rFonts w:ascii="Source Sans 3" w:hAnsi="Source Sans 3"/>
          <w:color w:val="000000" w:themeColor="text1"/>
        </w:rPr>
      </w:pPr>
      <w:r>
        <w:rPr>
          <w:rFonts w:ascii="Source Sans 3" w:hAnsi="Source Sans 3"/>
          <w:color w:val="000000" w:themeColor="text1"/>
        </w:rPr>
        <w:t xml:space="preserve">The </w:t>
      </w:r>
      <w:proofErr w:type="spellStart"/>
      <w:r>
        <w:rPr>
          <w:rFonts w:ascii="Source Sans 3" w:hAnsi="Source Sans 3"/>
          <w:color w:val="000000" w:themeColor="text1"/>
        </w:rPr>
        <w:t>Dep</w:t>
      </w:r>
      <w:r w:rsidR="001048BD">
        <w:rPr>
          <w:rFonts w:ascii="Source Sans 3" w:hAnsi="Source Sans 3"/>
          <w:color w:val="000000" w:themeColor="text1"/>
        </w:rPr>
        <w:t>t</w:t>
      </w:r>
      <w:r>
        <w:rPr>
          <w:rFonts w:ascii="Source Sans 3" w:hAnsi="Source Sans 3"/>
          <w:color w:val="000000" w:themeColor="text1"/>
        </w:rPr>
        <w:t>Division_Letterhead</w:t>
      </w:r>
      <w:proofErr w:type="spellEnd"/>
      <w:r>
        <w:rPr>
          <w:rFonts w:ascii="Source Sans 3" w:hAnsi="Source Sans 3"/>
          <w:color w:val="000000" w:themeColor="text1"/>
        </w:rPr>
        <w:t xml:space="preserve"> will utilize your particular Department</w:t>
      </w:r>
      <w:r w:rsidR="004709EA">
        <w:rPr>
          <w:rFonts w:ascii="Source Sans 3" w:hAnsi="Source Sans 3"/>
          <w:color w:val="000000" w:themeColor="text1"/>
        </w:rPr>
        <w:t xml:space="preserve"> or </w:t>
      </w:r>
      <w:r>
        <w:rPr>
          <w:rFonts w:ascii="Source Sans 3" w:hAnsi="Source Sans 3"/>
          <w:color w:val="000000" w:themeColor="text1"/>
        </w:rPr>
        <w:t>Division logo instead of the standard college logo.</w:t>
      </w:r>
    </w:p>
    <w:p w14:paraId="21029CBC" w14:textId="77777777" w:rsidR="00CB1E3A" w:rsidRDefault="00CB1E3A" w:rsidP="00CB1E3A">
      <w:pPr>
        <w:rPr>
          <w:rFonts w:ascii="Source Sans 3" w:hAnsi="Source Sans 3"/>
          <w:b/>
          <w:bCs/>
          <w:color w:val="0C3B60"/>
        </w:rPr>
      </w:pPr>
      <w:r w:rsidRPr="00CB1E3A">
        <w:rPr>
          <w:rFonts w:ascii="Source Sans 3" w:hAnsi="Source Sans 3"/>
          <w:b/>
          <w:bCs/>
          <w:color w:val="0C3B60"/>
        </w:rPr>
        <w:t xml:space="preserve">Step </w:t>
      </w:r>
      <w:r>
        <w:rPr>
          <w:rFonts w:ascii="Source Sans 3" w:hAnsi="Source Sans 3"/>
          <w:b/>
          <w:bCs/>
          <w:color w:val="0C3B60"/>
        </w:rPr>
        <w:t>2</w:t>
      </w:r>
      <w:r w:rsidRPr="00CB1E3A">
        <w:rPr>
          <w:rFonts w:ascii="Source Sans 3" w:hAnsi="Source Sans 3"/>
          <w:b/>
          <w:bCs/>
          <w:color w:val="0C3B60"/>
        </w:rPr>
        <w:t>:</w:t>
      </w:r>
    </w:p>
    <w:p w14:paraId="7C43AE76" w14:textId="77777777" w:rsidR="00CB1E3A" w:rsidRDefault="00CB1E3A" w:rsidP="00CB1E3A">
      <w:pPr>
        <w:rPr>
          <w:rFonts w:ascii="Source Sans 3" w:hAnsi="Source Sans 3"/>
          <w:color w:val="000000" w:themeColor="text1"/>
        </w:rPr>
      </w:pPr>
      <w:r>
        <w:rPr>
          <w:rFonts w:ascii="Source Sans 3" w:hAnsi="Source Sans 3"/>
          <w:color w:val="000000" w:themeColor="text1"/>
        </w:rPr>
        <w:t xml:space="preserve">Once you have decided which template is appropriate, download the zip file to your computer. </w:t>
      </w:r>
      <w:r w:rsidRPr="00CB1E3A">
        <w:rPr>
          <w:rFonts w:ascii="Source Sans 3" w:hAnsi="Source Sans 3"/>
          <w:color w:val="000000" w:themeColor="text1"/>
        </w:rPr>
        <w:t>Each ZIP file includes the Pikes Peak State College fonts from Google. If you haven't already downloaded and installed them, do so before using the templates. We want to keep our materials as consistent as possible, and using the correct fonts will help with that.</w:t>
      </w:r>
    </w:p>
    <w:p w14:paraId="4B88E0B9" w14:textId="77777777" w:rsidR="00CB1E3A" w:rsidRPr="00CB1E3A" w:rsidRDefault="00CB1E3A" w:rsidP="00CB1E3A">
      <w:pPr>
        <w:pStyle w:val="ListParagraph"/>
        <w:numPr>
          <w:ilvl w:val="0"/>
          <w:numId w:val="2"/>
        </w:numPr>
        <w:rPr>
          <w:rFonts w:ascii="Source Sans 3" w:hAnsi="Source Sans 3"/>
          <w:color w:val="000000" w:themeColor="text1"/>
        </w:rPr>
      </w:pPr>
      <w:r>
        <w:rPr>
          <w:rFonts w:ascii="Source Sans 3" w:hAnsi="Source Sans 3"/>
          <w:color w:val="000000" w:themeColor="text1"/>
        </w:rPr>
        <w:t>For the Letterhead you will need to d</w:t>
      </w:r>
      <w:r w:rsidRPr="00CB1E3A">
        <w:rPr>
          <w:rFonts w:ascii="Source Sans 3" w:hAnsi="Source Sans 3"/>
          <w:color w:val="000000" w:themeColor="text1"/>
        </w:rPr>
        <w:t xml:space="preserve">ownload Source Sans Pro onto your computer by double clicking </w:t>
      </w:r>
      <w:r>
        <w:rPr>
          <w:rFonts w:ascii="Source Sans 3" w:hAnsi="Source Sans 3"/>
          <w:color w:val="000000" w:themeColor="text1"/>
        </w:rPr>
        <w:t>each</w:t>
      </w:r>
      <w:r w:rsidRPr="00CB1E3A">
        <w:rPr>
          <w:rFonts w:ascii="Source Sans 3" w:hAnsi="Source Sans 3"/>
          <w:color w:val="000000" w:themeColor="text1"/>
        </w:rPr>
        <w:t xml:space="preserve"> .</w:t>
      </w:r>
      <w:proofErr w:type="spellStart"/>
      <w:r w:rsidRPr="00CB1E3A">
        <w:rPr>
          <w:rFonts w:ascii="Source Sans 3" w:hAnsi="Source Sans 3"/>
          <w:color w:val="000000" w:themeColor="text1"/>
        </w:rPr>
        <w:t>ttf</w:t>
      </w:r>
      <w:proofErr w:type="spellEnd"/>
      <w:r w:rsidRPr="00CB1E3A">
        <w:rPr>
          <w:rFonts w:ascii="Source Sans 3" w:hAnsi="Source Sans 3"/>
          <w:color w:val="000000" w:themeColor="text1"/>
        </w:rPr>
        <w:t xml:space="preserve"> file (Mac) or selecting the file and choose the prompt install (PC).</w:t>
      </w:r>
      <w:r>
        <w:rPr>
          <w:rFonts w:ascii="Source Sans 3" w:hAnsi="Source Sans 3"/>
          <w:color w:val="000000" w:themeColor="text1"/>
        </w:rPr>
        <w:t xml:space="preserve"> </w:t>
      </w:r>
      <w:r>
        <w:rPr>
          <w:rFonts w:ascii="Source Sans 3" w:hAnsi="Source Sans 3"/>
          <w:b/>
          <w:bCs/>
          <w:i/>
          <w:iCs/>
          <w:color w:val="000000" w:themeColor="text1"/>
        </w:rPr>
        <w:t>If you need assistance with installing fonts on your computer, contact ITSS.</w:t>
      </w:r>
    </w:p>
    <w:p w14:paraId="5D21FCC9" w14:textId="77777777" w:rsidR="00CB1E3A" w:rsidRPr="00CB1E3A" w:rsidRDefault="00CB1E3A" w:rsidP="00CB1E3A">
      <w:pPr>
        <w:ind w:left="360"/>
        <w:rPr>
          <w:rFonts w:ascii="Source Sans 3" w:hAnsi="Source Sans 3"/>
          <w:color w:val="000000" w:themeColor="text1"/>
        </w:rPr>
        <w:sectPr w:rsidR="00CB1E3A" w:rsidRPr="00CB1E3A" w:rsidSect="001048BD">
          <w:pgSz w:w="12240" w:h="15840"/>
          <w:pgMar w:top="1080" w:right="1080" w:bottom="1080" w:left="1080" w:header="720" w:footer="720" w:gutter="0"/>
          <w:cols w:space="720"/>
          <w:docGrid w:linePitch="360"/>
        </w:sectPr>
      </w:pPr>
      <w:r w:rsidRPr="00CB1E3A">
        <w:rPr>
          <w:rFonts w:ascii="Source Sans 3" w:hAnsi="Source Sans 3"/>
          <w:color w:val="000000" w:themeColor="text1"/>
        </w:rPr>
        <w:t xml:space="preserve">  </w:t>
      </w:r>
    </w:p>
    <w:p w14:paraId="7BEB9437" w14:textId="77777777" w:rsidR="00CB1E3A" w:rsidRDefault="00CB1E3A" w:rsidP="00CB1E3A">
      <w:pPr>
        <w:rPr>
          <w:rFonts w:ascii="Source Sans 3" w:hAnsi="Source Sans 3"/>
          <w:b/>
          <w:bCs/>
          <w:color w:val="0C3B60"/>
        </w:rPr>
      </w:pPr>
      <w:r w:rsidRPr="00CB1E3A">
        <w:rPr>
          <w:rFonts w:ascii="Source Sans 3" w:hAnsi="Source Sans 3"/>
          <w:b/>
          <w:bCs/>
          <w:color w:val="0C3B60"/>
        </w:rPr>
        <w:t xml:space="preserve">Step </w:t>
      </w:r>
      <w:r>
        <w:rPr>
          <w:rFonts w:ascii="Source Sans 3" w:hAnsi="Source Sans 3"/>
          <w:b/>
          <w:bCs/>
          <w:color w:val="0C3B60"/>
        </w:rPr>
        <w:t>3</w:t>
      </w:r>
      <w:r w:rsidRPr="00CB1E3A">
        <w:rPr>
          <w:rFonts w:ascii="Source Sans 3" w:hAnsi="Source Sans 3"/>
          <w:b/>
          <w:bCs/>
          <w:color w:val="0C3B60"/>
        </w:rPr>
        <w:t>:</w:t>
      </w:r>
      <w:r w:rsidR="009B7F01">
        <w:rPr>
          <w:rFonts w:ascii="Source Sans 3" w:hAnsi="Source Sans 3"/>
          <w:b/>
          <w:bCs/>
          <w:color w:val="0C3B60"/>
        </w:rPr>
        <w:t xml:space="preserve"> </w:t>
      </w:r>
      <w:r w:rsidRPr="00CB1E3A">
        <w:rPr>
          <w:rFonts w:ascii="Source Sans 3" w:hAnsi="Source Sans 3"/>
          <w:color w:val="0C3B60"/>
        </w:rPr>
        <w:t>PPSC Standard Letterhead</w:t>
      </w:r>
    </w:p>
    <w:p w14:paraId="66A1027B" w14:textId="3E8E85F0" w:rsidR="009B7F01" w:rsidRDefault="00CB1E3A" w:rsidP="009B7F01">
      <w:pPr>
        <w:rPr>
          <w:rFonts w:ascii="Source Sans 3" w:hAnsi="Source Sans 3"/>
          <w:color w:val="000000" w:themeColor="text1"/>
        </w:rPr>
      </w:pPr>
      <w:r>
        <w:rPr>
          <w:rFonts w:ascii="Source Sans 3" w:hAnsi="Source Sans 3"/>
          <w:color w:val="000000" w:themeColor="text1"/>
        </w:rPr>
        <w:t>If you decide that you want to use the standard Pikes Peak State College</w:t>
      </w:r>
      <w:r w:rsidR="009B7F01">
        <w:rPr>
          <w:rFonts w:ascii="Source Sans 3" w:hAnsi="Source Sans 3"/>
          <w:color w:val="000000" w:themeColor="text1"/>
        </w:rPr>
        <w:t xml:space="preserve"> </w:t>
      </w:r>
      <w:r>
        <w:rPr>
          <w:rFonts w:ascii="Source Sans 3" w:hAnsi="Source Sans 3"/>
          <w:color w:val="000000" w:themeColor="text1"/>
        </w:rPr>
        <w:t xml:space="preserve">Letterhead you </w:t>
      </w:r>
      <w:r w:rsidR="004709EA">
        <w:rPr>
          <w:rFonts w:ascii="Source Sans 3" w:hAnsi="Source Sans 3"/>
          <w:color w:val="000000" w:themeColor="text1"/>
        </w:rPr>
        <w:t xml:space="preserve">will </w:t>
      </w:r>
      <w:r>
        <w:rPr>
          <w:rFonts w:ascii="Source Sans 3" w:hAnsi="Source Sans 3"/>
          <w:color w:val="000000" w:themeColor="text1"/>
        </w:rPr>
        <w:t xml:space="preserve">need to </w:t>
      </w:r>
      <w:r w:rsidR="004709EA">
        <w:rPr>
          <w:rFonts w:ascii="Source Sans 3" w:hAnsi="Source Sans 3"/>
          <w:color w:val="000000" w:themeColor="text1"/>
        </w:rPr>
        <w:t>adjust the header to include the correct contact information in the sidebar.</w:t>
      </w:r>
      <w:r w:rsidR="009B7F01">
        <w:rPr>
          <w:rFonts w:ascii="Source Sans 3" w:hAnsi="Source Sans 3"/>
          <w:color w:val="000000" w:themeColor="text1"/>
        </w:rPr>
        <w:t xml:space="preserve"> The logo is already placed and ready to go for you.   </w:t>
      </w:r>
    </w:p>
    <w:p w14:paraId="0E629A34" w14:textId="77777777" w:rsidR="004709EA" w:rsidRDefault="004709EA" w:rsidP="009B7F01">
      <w:pPr>
        <w:rPr>
          <w:rFonts w:ascii="Source Sans 3" w:hAnsi="Source Sans 3"/>
          <w:color w:val="000000" w:themeColor="text1"/>
        </w:rPr>
      </w:pPr>
    </w:p>
    <w:p w14:paraId="77C27BD4" w14:textId="2BBEC6DF" w:rsidR="004709EA" w:rsidRDefault="004709EA" w:rsidP="004709EA">
      <w:pPr>
        <w:pStyle w:val="ListParagraph"/>
        <w:numPr>
          <w:ilvl w:val="0"/>
          <w:numId w:val="2"/>
        </w:numPr>
        <w:rPr>
          <w:rFonts w:ascii="Source Sans 3" w:hAnsi="Source Sans 3"/>
          <w:color w:val="000000" w:themeColor="text1"/>
        </w:rPr>
      </w:pPr>
      <w:r>
        <w:rPr>
          <w:rFonts w:ascii="Source Sans 3" w:hAnsi="Source Sans 3"/>
          <w:color w:val="000000" w:themeColor="text1"/>
        </w:rPr>
        <w:t>In the Letterhead template file double click the logo at the top of the document to bring up the Header &amp; Footer options in Word.</w:t>
      </w:r>
    </w:p>
    <w:p w14:paraId="7B156408" w14:textId="77777777" w:rsidR="004709EA" w:rsidRDefault="004709EA" w:rsidP="004709EA">
      <w:pPr>
        <w:pStyle w:val="ListParagraph"/>
        <w:numPr>
          <w:ilvl w:val="1"/>
          <w:numId w:val="2"/>
        </w:numPr>
        <w:rPr>
          <w:rFonts w:ascii="Source Sans 3" w:hAnsi="Source Sans 3"/>
          <w:color w:val="000000" w:themeColor="text1"/>
        </w:rPr>
      </w:pPr>
      <w:r>
        <w:rPr>
          <w:rFonts w:ascii="Source Sans 3" w:hAnsi="Source Sans 3"/>
          <w:color w:val="000000" w:themeColor="text1"/>
        </w:rPr>
        <w:t>You can also navigate to the “Header &amp; Footer” tab by going to the “Insert” tab and clicking the “Edit Header” prompt under “Header.”</w:t>
      </w:r>
    </w:p>
    <w:p w14:paraId="7EAB7605" w14:textId="77777777" w:rsidR="004709EA" w:rsidRDefault="004709EA" w:rsidP="004709EA">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need further assistance with editing your existing headers and footers visit: </w:t>
      </w:r>
      <w:hyperlink r:id="rId5" w:history="1">
        <w:r w:rsidRPr="004E3755">
          <w:rPr>
            <w:rStyle w:val="Hyperlink"/>
            <w:rFonts w:ascii="Source Sans 3" w:hAnsi="Source Sans 3"/>
          </w:rPr>
          <w:t>https://support.microsoft.com/en-us/office/edit-your-existing-headers-and-footers-490423a3-3e5b-4080-aff0-c429ab5d6708</w:t>
        </w:r>
      </w:hyperlink>
      <w:r>
        <w:rPr>
          <w:rFonts w:ascii="Source Sans 3" w:hAnsi="Source Sans 3"/>
          <w:color w:val="000000" w:themeColor="text1"/>
        </w:rPr>
        <w:t xml:space="preserve"> </w:t>
      </w:r>
    </w:p>
    <w:p w14:paraId="12DBAC68" w14:textId="45115691" w:rsidR="004709EA" w:rsidRDefault="004709EA" w:rsidP="004709EA">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Once inside the header section you will find a text box including placeholder text for the sidebar contact information. </w:t>
      </w:r>
    </w:p>
    <w:p w14:paraId="085502EB" w14:textId="6D197C29" w:rsidR="004709EA" w:rsidRDefault="004709EA" w:rsidP="004709EA">
      <w:pPr>
        <w:pStyle w:val="ListParagraph"/>
        <w:numPr>
          <w:ilvl w:val="1"/>
          <w:numId w:val="2"/>
        </w:numPr>
        <w:rPr>
          <w:rFonts w:ascii="Source Sans 3" w:hAnsi="Source Sans 3"/>
          <w:color w:val="000000" w:themeColor="text1"/>
        </w:rPr>
      </w:pPr>
      <w:r>
        <w:rPr>
          <w:rFonts w:ascii="Source Sans 3" w:hAnsi="Source Sans 3"/>
          <w:color w:val="000000" w:themeColor="text1"/>
        </w:rPr>
        <w:t>Highlight each line and put in the correct information you need.</w:t>
      </w:r>
    </w:p>
    <w:p w14:paraId="19422AE8" w14:textId="49266E44" w:rsidR="004709EA" w:rsidRPr="003D4E51" w:rsidRDefault="004709EA" w:rsidP="004709EA">
      <w:pPr>
        <w:pStyle w:val="ListParagraph"/>
        <w:numPr>
          <w:ilvl w:val="0"/>
          <w:numId w:val="2"/>
        </w:numPr>
        <w:rPr>
          <w:rFonts w:ascii="Source Sans 3" w:hAnsi="Source Sans 3"/>
          <w:color w:val="000000" w:themeColor="text1"/>
        </w:rPr>
        <w:sectPr w:rsidR="004709EA" w:rsidRPr="003D4E51" w:rsidSect="001048BD">
          <w:type w:val="continuous"/>
          <w:pgSz w:w="12240" w:h="15840"/>
          <w:pgMar w:top="1080" w:right="1080" w:bottom="1080" w:left="1080" w:header="720" w:footer="720" w:gutter="0"/>
          <w:cols w:space="720"/>
          <w:docGrid w:linePitch="360"/>
        </w:sectPr>
      </w:pPr>
      <w:r>
        <w:rPr>
          <w:rFonts w:ascii="Source Sans 3" w:hAnsi="Source Sans 3"/>
          <w:color w:val="000000" w:themeColor="text1"/>
        </w:rPr>
        <w:t>Close your “Header &amp; Footer” tab and fill out the rest of the letter as normal.</w:t>
      </w:r>
    </w:p>
    <w:p w14:paraId="17A20316" w14:textId="77777777" w:rsidR="004709EA" w:rsidRPr="009B7F01" w:rsidRDefault="004709EA" w:rsidP="009B7F01">
      <w:pPr>
        <w:rPr>
          <w:rFonts w:ascii="Source Sans 3" w:hAnsi="Source Sans 3"/>
          <w:color w:val="000000" w:themeColor="text1"/>
        </w:rPr>
        <w:sectPr w:rsidR="004709EA" w:rsidRPr="009B7F01" w:rsidSect="001048BD">
          <w:type w:val="continuous"/>
          <w:pgSz w:w="12240" w:h="15840"/>
          <w:pgMar w:top="1080" w:right="1080" w:bottom="1080" w:left="1080" w:header="720" w:footer="720" w:gutter="0"/>
          <w:cols w:space="720"/>
          <w:docGrid w:linePitch="360"/>
        </w:sectPr>
      </w:pPr>
    </w:p>
    <w:p w14:paraId="3705CD56" w14:textId="439EF164" w:rsidR="009B7F01" w:rsidRDefault="001048BD" w:rsidP="009B7F01">
      <w:pPr>
        <w:rPr>
          <w:rFonts w:ascii="Source Sans 3" w:hAnsi="Source Sans 3"/>
          <w:b/>
          <w:bCs/>
          <w:color w:val="0C3B60"/>
        </w:rPr>
      </w:pPr>
      <w:r>
        <w:rPr>
          <w:rFonts w:ascii="Source Sans 3" w:hAnsi="Source Sans 3"/>
          <w:b/>
          <w:bCs/>
          <w:color w:val="0C3B60"/>
        </w:rPr>
        <w:br w:type="page"/>
      </w:r>
      <w:r w:rsidR="009B7F01" w:rsidRPr="00CB1E3A">
        <w:rPr>
          <w:rFonts w:ascii="Source Sans 3" w:hAnsi="Source Sans 3"/>
          <w:b/>
          <w:bCs/>
          <w:color w:val="0C3B60"/>
        </w:rPr>
        <w:lastRenderedPageBreak/>
        <w:t xml:space="preserve">Step </w:t>
      </w:r>
      <w:r w:rsidR="009B7F01">
        <w:rPr>
          <w:rFonts w:ascii="Source Sans 3" w:hAnsi="Source Sans 3"/>
          <w:b/>
          <w:bCs/>
          <w:color w:val="0C3B60"/>
        </w:rPr>
        <w:t>3</w:t>
      </w:r>
      <w:r w:rsidR="009B7F01" w:rsidRPr="00CB1E3A">
        <w:rPr>
          <w:rFonts w:ascii="Source Sans 3" w:hAnsi="Source Sans 3"/>
          <w:b/>
          <w:bCs/>
          <w:color w:val="0C3B60"/>
        </w:rPr>
        <w:t>:</w:t>
      </w:r>
      <w:r w:rsidR="009B7F01">
        <w:rPr>
          <w:rFonts w:ascii="Source Sans 3" w:hAnsi="Source Sans 3"/>
          <w:b/>
          <w:bCs/>
          <w:color w:val="0C3B60"/>
        </w:rPr>
        <w:t xml:space="preserve"> </w:t>
      </w:r>
      <w:r w:rsidR="009B7F01" w:rsidRPr="009B7F01">
        <w:rPr>
          <w:rFonts w:ascii="Source Sans 3" w:hAnsi="Source Sans 3"/>
          <w:color w:val="0C3B60"/>
        </w:rPr>
        <w:t xml:space="preserve">PPSC </w:t>
      </w:r>
      <w:proofErr w:type="spellStart"/>
      <w:r w:rsidR="009B7F01" w:rsidRPr="009B7F01">
        <w:rPr>
          <w:rFonts w:ascii="Source Sans 3" w:hAnsi="Source Sans 3"/>
          <w:color w:val="0C3B60"/>
        </w:rPr>
        <w:t>Dep</w:t>
      </w:r>
      <w:r>
        <w:rPr>
          <w:rFonts w:ascii="Source Sans 3" w:hAnsi="Source Sans 3"/>
          <w:color w:val="0C3B60"/>
        </w:rPr>
        <w:t>t</w:t>
      </w:r>
      <w:r w:rsidR="009B7F01" w:rsidRPr="009B7F01">
        <w:rPr>
          <w:rFonts w:ascii="Source Sans 3" w:hAnsi="Source Sans 3"/>
          <w:color w:val="0C3B60"/>
        </w:rPr>
        <w:t>Division</w:t>
      </w:r>
      <w:proofErr w:type="spellEnd"/>
      <w:r w:rsidR="009B7F01" w:rsidRPr="009B7F01">
        <w:rPr>
          <w:rFonts w:ascii="Source Sans 3" w:hAnsi="Source Sans 3"/>
          <w:color w:val="0C3B60"/>
        </w:rPr>
        <w:t xml:space="preserve"> Letterhead</w:t>
      </w:r>
    </w:p>
    <w:p w14:paraId="74A32AD7" w14:textId="130E7CC5" w:rsidR="009B7F01" w:rsidRDefault="009B7F01" w:rsidP="009B7F01">
      <w:pPr>
        <w:rPr>
          <w:rFonts w:ascii="Source Sans 3" w:hAnsi="Source Sans 3"/>
          <w:color w:val="000000" w:themeColor="text1"/>
        </w:rPr>
      </w:pPr>
      <w:r>
        <w:rPr>
          <w:rFonts w:ascii="Source Sans 3" w:hAnsi="Source Sans 3"/>
          <w:color w:val="000000" w:themeColor="text1"/>
        </w:rPr>
        <w:t xml:space="preserve">If you decide that you want to use the </w:t>
      </w:r>
      <w:proofErr w:type="spellStart"/>
      <w:r>
        <w:rPr>
          <w:rFonts w:ascii="Source Sans 3" w:hAnsi="Source Sans 3"/>
          <w:color w:val="000000" w:themeColor="text1"/>
        </w:rPr>
        <w:t>Dep</w:t>
      </w:r>
      <w:r w:rsidR="001048BD">
        <w:rPr>
          <w:rFonts w:ascii="Source Sans 3" w:hAnsi="Source Sans 3"/>
          <w:color w:val="000000" w:themeColor="text1"/>
        </w:rPr>
        <w:t>tDivision</w:t>
      </w:r>
      <w:proofErr w:type="spellEnd"/>
      <w:r>
        <w:rPr>
          <w:rFonts w:ascii="Source Sans 3" w:hAnsi="Source Sans 3"/>
          <w:color w:val="000000" w:themeColor="text1"/>
        </w:rPr>
        <w:t xml:space="preserve"> Letterhead you will need to adjust the header to include the correct </w:t>
      </w:r>
      <w:r w:rsidR="004709EA">
        <w:rPr>
          <w:rFonts w:ascii="Source Sans 3" w:hAnsi="Source Sans 3"/>
          <w:color w:val="000000" w:themeColor="text1"/>
        </w:rPr>
        <w:t xml:space="preserve">sidebar information </w:t>
      </w:r>
      <w:r w:rsidR="004709EA" w:rsidRPr="00115B76">
        <w:rPr>
          <w:rFonts w:ascii="Source Sans 3" w:hAnsi="Source Sans 3"/>
          <w:b/>
          <w:bCs/>
          <w:i/>
          <w:iCs/>
          <w:color w:val="000000" w:themeColor="text1"/>
        </w:rPr>
        <w:t>and</w:t>
      </w:r>
      <w:r w:rsidR="004709EA">
        <w:rPr>
          <w:rFonts w:ascii="Source Sans 3" w:hAnsi="Source Sans 3"/>
          <w:color w:val="000000" w:themeColor="text1"/>
        </w:rPr>
        <w:t xml:space="preserve"> </w:t>
      </w:r>
      <w:r>
        <w:rPr>
          <w:rFonts w:ascii="Source Sans 3" w:hAnsi="Source Sans 3"/>
          <w:color w:val="000000" w:themeColor="text1"/>
        </w:rPr>
        <w:t>logo.</w:t>
      </w:r>
    </w:p>
    <w:p w14:paraId="32AF68B3" w14:textId="0C7B7FE0" w:rsidR="002E464F"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The first thing you will need to do is get your Department</w:t>
      </w:r>
      <w:r w:rsidR="001048BD">
        <w:rPr>
          <w:rFonts w:ascii="Source Sans 3" w:hAnsi="Source Sans 3"/>
          <w:color w:val="000000" w:themeColor="text1"/>
        </w:rPr>
        <w:t xml:space="preserve"> or </w:t>
      </w:r>
      <w:r>
        <w:rPr>
          <w:rFonts w:ascii="Source Sans 3" w:hAnsi="Source Sans 3"/>
          <w:color w:val="000000" w:themeColor="text1"/>
        </w:rPr>
        <w:t xml:space="preserve">Division logo from the website at: </w:t>
      </w:r>
      <w:hyperlink r:id="rId6" w:history="1">
        <w:r w:rsidRPr="004E3755">
          <w:rPr>
            <w:rStyle w:val="Hyperlink"/>
            <w:rFonts w:ascii="Source Sans 3" w:hAnsi="Source Sans 3"/>
          </w:rPr>
          <w:t>https://www.pikespeak.edu/administration-operations/marketing/brand/Department%20Logos.php</w:t>
        </w:r>
      </w:hyperlink>
      <w:r>
        <w:rPr>
          <w:rFonts w:ascii="Source Sans 3" w:hAnsi="Source Sans 3"/>
          <w:color w:val="000000" w:themeColor="text1"/>
        </w:rPr>
        <w:t xml:space="preserve"> </w:t>
      </w:r>
    </w:p>
    <w:p w14:paraId="0E5078C4" w14:textId="3CE9EB1E" w:rsidR="002E464F" w:rsidRPr="003D4E51" w:rsidRDefault="002E464F" w:rsidP="009B7F01">
      <w:pPr>
        <w:pStyle w:val="ListParagraph"/>
        <w:numPr>
          <w:ilvl w:val="0"/>
          <w:numId w:val="2"/>
        </w:numPr>
        <w:rPr>
          <w:rFonts w:ascii="Source Sans 3" w:hAnsi="Source Sans 3"/>
          <w:b/>
          <w:bCs/>
          <w:i/>
          <w:iCs/>
          <w:color w:val="000000" w:themeColor="text1"/>
        </w:rPr>
      </w:pPr>
      <w:r>
        <w:rPr>
          <w:rFonts w:ascii="Source Sans 3" w:hAnsi="Source Sans 3"/>
          <w:color w:val="000000" w:themeColor="text1"/>
        </w:rPr>
        <w:t xml:space="preserve">Download your appropriate Logo package. </w:t>
      </w:r>
      <w:r w:rsidRPr="003D4E51">
        <w:rPr>
          <w:rFonts w:ascii="Source Sans 3" w:hAnsi="Source Sans 3"/>
          <w:b/>
          <w:bCs/>
          <w:i/>
          <w:iCs/>
          <w:color w:val="000000" w:themeColor="text1"/>
        </w:rPr>
        <w:t xml:space="preserve">You will use the JPEG version with the </w:t>
      </w:r>
      <w:proofErr w:type="spellStart"/>
      <w:r w:rsidRPr="003D4E51">
        <w:rPr>
          <w:rFonts w:ascii="Source Sans 3" w:hAnsi="Source Sans 3"/>
          <w:b/>
          <w:bCs/>
          <w:i/>
          <w:iCs/>
          <w:color w:val="000000" w:themeColor="text1"/>
        </w:rPr>
        <w:t>DeptDivision</w:t>
      </w:r>
      <w:proofErr w:type="spellEnd"/>
      <w:r w:rsidRPr="003D4E51">
        <w:rPr>
          <w:rFonts w:ascii="Source Sans 3" w:hAnsi="Source Sans 3"/>
          <w:b/>
          <w:bCs/>
          <w:i/>
          <w:iCs/>
          <w:color w:val="000000" w:themeColor="text1"/>
        </w:rPr>
        <w:t xml:space="preserve"> Letterhead template.</w:t>
      </w:r>
    </w:p>
    <w:p w14:paraId="4035B398" w14:textId="77777777" w:rsidR="002E464F" w:rsidRDefault="002E464F" w:rsidP="002E464F">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have questions on which file type you should use, please reference the File Format Guide at: </w:t>
      </w:r>
      <w:hyperlink r:id="rId7" w:history="1">
        <w:r w:rsidRPr="004E3755">
          <w:rPr>
            <w:rStyle w:val="Hyperlink"/>
            <w:rFonts w:ascii="Source Sans 3" w:hAnsi="Source Sans 3"/>
          </w:rPr>
          <w:t>https://www.pikespeak.edu/administration-operations/marketing/LogoFileFormatGuide.pdf</w:t>
        </w:r>
      </w:hyperlink>
      <w:r>
        <w:rPr>
          <w:rFonts w:ascii="Source Sans 3" w:hAnsi="Source Sans 3"/>
          <w:color w:val="000000" w:themeColor="text1"/>
        </w:rPr>
        <w:t xml:space="preserve"> </w:t>
      </w:r>
    </w:p>
    <w:p w14:paraId="6737B77E" w14:textId="77777777" w:rsidR="002E464F" w:rsidRDefault="002E464F" w:rsidP="002E464F">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Unzip the download file (if needed) and save these logos on your computer. </w:t>
      </w:r>
    </w:p>
    <w:p w14:paraId="5F873E7A" w14:textId="0787D107" w:rsidR="009B7F01"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In the </w:t>
      </w:r>
      <w:proofErr w:type="spellStart"/>
      <w:r>
        <w:rPr>
          <w:rFonts w:ascii="Source Sans 3" w:hAnsi="Source Sans 3"/>
          <w:color w:val="000000" w:themeColor="text1"/>
        </w:rPr>
        <w:t>DeptDivision</w:t>
      </w:r>
      <w:proofErr w:type="spellEnd"/>
      <w:r>
        <w:rPr>
          <w:rFonts w:ascii="Source Sans 3" w:hAnsi="Source Sans 3"/>
          <w:color w:val="000000" w:themeColor="text1"/>
        </w:rPr>
        <w:t xml:space="preserve"> Letterhead template file d</w:t>
      </w:r>
      <w:r w:rsidR="009B7F01">
        <w:rPr>
          <w:rFonts w:ascii="Source Sans 3" w:hAnsi="Source Sans 3"/>
          <w:color w:val="000000" w:themeColor="text1"/>
        </w:rPr>
        <w:t xml:space="preserve">ouble click the logo </w:t>
      </w:r>
      <w:r>
        <w:rPr>
          <w:rFonts w:ascii="Source Sans 3" w:hAnsi="Source Sans 3"/>
          <w:color w:val="000000" w:themeColor="text1"/>
        </w:rPr>
        <w:t xml:space="preserve">at the top of the document </w:t>
      </w:r>
      <w:r w:rsidR="009B7F01">
        <w:rPr>
          <w:rFonts w:ascii="Source Sans 3" w:hAnsi="Source Sans 3"/>
          <w:color w:val="000000" w:themeColor="text1"/>
        </w:rPr>
        <w:t xml:space="preserve">to bring up the Header &amp; Footer options in </w:t>
      </w:r>
      <w:r w:rsidR="00E248CE">
        <w:rPr>
          <w:rFonts w:ascii="Source Sans 3" w:hAnsi="Source Sans 3"/>
          <w:color w:val="000000" w:themeColor="text1"/>
        </w:rPr>
        <w:t>W</w:t>
      </w:r>
      <w:r w:rsidR="009B7F01">
        <w:rPr>
          <w:rFonts w:ascii="Source Sans 3" w:hAnsi="Source Sans 3"/>
          <w:color w:val="000000" w:themeColor="text1"/>
        </w:rPr>
        <w:t>ord.</w:t>
      </w:r>
    </w:p>
    <w:p w14:paraId="6274C920" w14:textId="77777777" w:rsidR="009B7F01" w:rsidRDefault="009B7F01" w:rsidP="009B7F01">
      <w:pPr>
        <w:pStyle w:val="ListParagraph"/>
        <w:numPr>
          <w:ilvl w:val="1"/>
          <w:numId w:val="2"/>
        </w:numPr>
        <w:rPr>
          <w:rFonts w:ascii="Source Sans 3" w:hAnsi="Source Sans 3"/>
          <w:color w:val="000000" w:themeColor="text1"/>
        </w:rPr>
      </w:pPr>
      <w:r>
        <w:rPr>
          <w:rFonts w:ascii="Source Sans 3" w:hAnsi="Source Sans 3"/>
          <w:color w:val="000000" w:themeColor="text1"/>
        </w:rPr>
        <w:t>You can also navigate to th</w:t>
      </w:r>
      <w:r w:rsidR="002E464F">
        <w:rPr>
          <w:rFonts w:ascii="Source Sans 3" w:hAnsi="Source Sans 3"/>
          <w:color w:val="000000" w:themeColor="text1"/>
        </w:rPr>
        <w:t>e “Header &amp; Footer”</w:t>
      </w:r>
      <w:r>
        <w:rPr>
          <w:rFonts w:ascii="Source Sans 3" w:hAnsi="Source Sans 3"/>
          <w:color w:val="000000" w:themeColor="text1"/>
        </w:rPr>
        <w:t xml:space="preserve"> tab by going to the </w:t>
      </w:r>
      <w:r w:rsidR="002E464F">
        <w:rPr>
          <w:rFonts w:ascii="Source Sans 3" w:hAnsi="Source Sans 3"/>
          <w:color w:val="000000" w:themeColor="text1"/>
        </w:rPr>
        <w:t>“</w:t>
      </w:r>
      <w:r>
        <w:rPr>
          <w:rFonts w:ascii="Source Sans 3" w:hAnsi="Source Sans 3"/>
          <w:color w:val="000000" w:themeColor="text1"/>
        </w:rPr>
        <w:t>Insert</w:t>
      </w:r>
      <w:r w:rsidR="002E464F">
        <w:rPr>
          <w:rFonts w:ascii="Source Sans 3" w:hAnsi="Source Sans 3"/>
          <w:color w:val="000000" w:themeColor="text1"/>
        </w:rPr>
        <w:t>”</w:t>
      </w:r>
      <w:r>
        <w:rPr>
          <w:rFonts w:ascii="Source Sans 3" w:hAnsi="Source Sans 3"/>
          <w:color w:val="000000" w:themeColor="text1"/>
        </w:rPr>
        <w:t xml:space="preserve"> tab and clicking the “Edit Header” prompt under </w:t>
      </w:r>
      <w:r w:rsidR="002E464F">
        <w:rPr>
          <w:rFonts w:ascii="Source Sans 3" w:hAnsi="Source Sans 3"/>
          <w:color w:val="000000" w:themeColor="text1"/>
        </w:rPr>
        <w:t>“</w:t>
      </w:r>
      <w:r>
        <w:rPr>
          <w:rFonts w:ascii="Source Sans 3" w:hAnsi="Source Sans 3"/>
          <w:color w:val="000000" w:themeColor="text1"/>
        </w:rPr>
        <w:t>Header.</w:t>
      </w:r>
      <w:r w:rsidR="002E464F">
        <w:rPr>
          <w:rFonts w:ascii="Source Sans 3" w:hAnsi="Source Sans 3"/>
          <w:color w:val="000000" w:themeColor="text1"/>
        </w:rPr>
        <w:t>”</w:t>
      </w:r>
    </w:p>
    <w:p w14:paraId="3554C5AA" w14:textId="77777777" w:rsidR="002E464F" w:rsidRDefault="00401075" w:rsidP="009B7F01">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need further assistance with editing your existing headers and footers visit: </w:t>
      </w:r>
      <w:hyperlink r:id="rId8" w:history="1">
        <w:r w:rsidRPr="004E3755">
          <w:rPr>
            <w:rStyle w:val="Hyperlink"/>
            <w:rFonts w:ascii="Source Sans 3" w:hAnsi="Source Sans 3"/>
          </w:rPr>
          <w:t>https://support.microsoft.com/en-us/office/edit-your-existing-headers-and-footers-490423a3-3e5b-4080-aff0-c429ab5d6708</w:t>
        </w:r>
      </w:hyperlink>
      <w:r>
        <w:rPr>
          <w:rFonts w:ascii="Source Sans 3" w:hAnsi="Source Sans 3"/>
          <w:color w:val="000000" w:themeColor="text1"/>
        </w:rPr>
        <w:t xml:space="preserve"> </w:t>
      </w:r>
    </w:p>
    <w:p w14:paraId="102FD9F6" w14:textId="77777777" w:rsidR="009B7F01" w:rsidRDefault="009B7F01"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Once inside the header </w:t>
      </w:r>
      <w:r w:rsidR="00401075">
        <w:rPr>
          <w:rFonts w:ascii="Source Sans 3" w:hAnsi="Source Sans 3"/>
          <w:color w:val="000000" w:themeColor="text1"/>
        </w:rPr>
        <w:t xml:space="preserve">section </w:t>
      </w:r>
      <w:r>
        <w:rPr>
          <w:rFonts w:ascii="Source Sans 3" w:hAnsi="Source Sans 3"/>
          <w:color w:val="000000" w:themeColor="text1"/>
        </w:rPr>
        <w:t>you will find a placeholder logo for “Office of the President”. Select the logo and under the Picture Format tab select “Change Picture”.</w:t>
      </w:r>
    </w:p>
    <w:p w14:paraId="234D50AA" w14:textId="0F718752" w:rsidR="00115B76" w:rsidRDefault="00115B76" w:rsidP="00115B76">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don’t see the “Change Picture” </w:t>
      </w:r>
      <w:r w:rsidR="001048BD">
        <w:rPr>
          <w:rFonts w:ascii="Source Sans 3" w:hAnsi="Source Sans 3"/>
          <w:color w:val="000000" w:themeColor="text1"/>
        </w:rPr>
        <w:t>option,</w:t>
      </w:r>
      <w:r>
        <w:rPr>
          <w:rFonts w:ascii="Source Sans 3" w:hAnsi="Source Sans 3"/>
          <w:color w:val="000000" w:themeColor="text1"/>
        </w:rPr>
        <w:t xml:space="preserve"> try expanding your window larger as it might be collapsed down in the header ribbon.</w:t>
      </w:r>
    </w:p>
    <w:p w14:paraId="16C9659F" w14:textId="77777777" w:rsidR="009B7F01"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Select the “From File” option and navigate to your logo and click </w:t>
      </w:r>
      <w:r w:rsidR="00401075">
        <w:rPr>
          <w:rFonts w:ascii="Source Sans 3" w:hAnsi="Source Sans 3"/>
          <w:color w:val="000000" w:themeColor="text1"/>
        </w:rPr>
        <w:t>“</w:t>
      </w:r>
      <w:r>
        <w:rPr>
          <w:rFonts w:ascii="Source Sans 3" w:hAnsi="Source Sans 3"/>
          <w:color w:val="000000" w:themeColor="text1"/>
        </w:rPr>
        <w:t>Insert</w:t>
      </w:r>
      <w:r w:rsidR="00401075">
        <w:rPr>
          <w:rFonts w:ascii="Source Sans 3" w:hAnsi="Source Sans 3"/>
          <w:color w:val="000000" w:themeColor="text1"/>
        </w:rPr>
        <w:t>”</w:t>
      </w:r>
      <w:r>
        <w:rPr>
          <w:rFonts w:ascii="Source Sans 3" w:hAnsi="Source Sans 3"/>
          <w:color w:val="000000" w:themeColor="text1"/>
        </w:rPr>
        <w:t>.</w:t>
      </w:r>
    </w:p>
    <w:p w14:paraId="474C4187" w14:textId="77777777" w:rsidR="00401075" w:rsidRDefault="00401075" w:rsidP="00401075">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Be sure not to adjust the sizing of your logo as </w:t>
      </w:r>
      <w:r w:rsidR="003D4E51">
        <w:rPr>
          <w:rFonts w:ascii="Source Sans 3" w:hAnsi="Source Sans 3"/>
          <w:color w:val="000000" w:themeColor="text1"/>
        </w:rPr>
        <w:t xml:space="preserve">it is already set with the appropriate sizing and </w:t>
      </w:r>
      <w:r>
        <w:rPr>
          <w:rFonts w:ascii="Source Sans 3" w:hAnsi="Source Sans 3"/>
          <w:color w:val="000000" w:themeColor="text1"/>
        </w:rPr>
        <w:t>you do not want to stretch or skew it in any way.</w:t>
      </w:r>
    </w:p>
    <w:p w14:paraId="537ABDCB" w14:textId="77777777" w:rsidR="00401075" w:rsidRDefault="00401075" w:rsidP="00401075">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need further assistance with replacing your logo image file visit: </w:t>
      </w:r>
      <w:hyperlink r:id="rId9" w:anchor=":~:text=Click%20the%20picture%20you%20want%20to%20replace.,and%20then%20double%2Dclick%20it" w:history="1">
        <w:r w:rsidRPr="004E3755">
          <w:rPr>
            <w:rStyle w:val="Hyperlink"/>
            <w:rFonts w:ascii="Source Sans 3" w:hAnsi="Source Sans 3"/>
          </w:rPr>
          <w:t>https://support.microsoft.com/en-us/office/replace-or-delete-a-picture-in-microsoft-office-f50c4431-a785-49d1-9ee5-a732947cbf1a#:~:text=Click%20the%20picture%20you%20want%20to%20replace.,and%20then%20double%2Dclick%20it</w:t>
        </w:r>
      </w:hyperlink>
      <w:r w:rsidRPr="00401075">
        <w:rPr>
          <w:rFonts w:ascii="Source Sans 3" w:hAnsi="Source Sans 3"/>
          <w:color w:val="000000" w:themeColor="text1"/>
        </w:rPr>
        <w:t>.</w:t>
      </w:r>
      <w:r>
        <w:rPr>
          <w:rFonts w:ascii="Source Sans 3" w:hAnsi="Source Sans 3"/>
          <w:color w:val="000000" w:themeColor="text1"/>
        </w:rPr>
        <w:t xml:space="preserve"> </w:t>
      </w:r>
    </w:p>
    <w:p w14:paraId="7DA6E0A9" w14:textId="260886B3" w:rsidR="004709EA" w:rsidRDefault="004709EA" w:rsidP="004709EA">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Inside the header section you will also find a text box including placeholder text for the contact information. </w:t>
      </w:r>
    </w:p>
    <w:p w14:paraId="06059C39" w14:textId="77777777" w:rsidR="004709EA" w:rsidRDefault="004709EA" w:rsidP="004709EA">
      <w:pPr>
        <w:pStyle w:val="ListParagraph"/>
        <w:numPr>
          <w:ilvl w:val="1"/>
          <w:numId w:val="2"/>
        </w:numPr>
        <w:rPr>
          <w:rFonts w:ascii="Source Sans 3" w:hAnsi="Source Sans 3"/>
          <w:color w:val="000000" w:themeColor="text1"/>
        </w:rPr>
      </w:pPr>
      <w:r>
        <w:rPr>
          <w:rFonts w:ascii="Source Sans 3" w:hAnsi="Source Sans 3"/>
          <w:color w:val="000000" w:themeColor="text1"/>
        </w:rPr>
        <w:t>Highlight each line and put in the correct information you need.</w:t>
      </w:r>
    </w:p>
    <w:p w14:paraId="2046EEAE" w14:textId="18A5705B" w:rsidR="004709EA" w:rsidRPr="003D4E51" w:rsidRDefault="004709EA" w:rsidP="004709EA">
      <w:pPr>
        <w:pStyle w:val="ListParagraph"/>
        <w:numPr>
          <w:ilvl w:val="0"/>
          <w:numId w:val="2"/>
        </w:numPr>
        <w:rPr>
          <w:rFonts w:ascii="Source Sans 3" w:hAnsi="Source Sans 3"/>
          <w:color w:val="000000" w:themeColor="text1"/>
        </w:rPr>
        <w:sectPr w:rsidR="004709EA" w:rsidRPr="003D4E51" w:rsidSect="001048BD">
          <w:type w:val="continuous"/>
          <w:pgSz w:w="12240" w:h="15840"/>
          <w:pgMar w:top="1080" w:right="1080" w:bottom="1080" w:left="1080" w:header="720" w:footer="720" w:gutter="0"/>
          <w:cols w:space="720"/>
          <w:docGrid w:linePitch="360"/>
        </w:sectPr>
      </w:pPr>
      <w:r>
        <w:rPr>
          <w:rFonts w:ascii="Source Sans 3" w:hAnsi="Source Sans 3"/>
          <w:color w:val="000000" w:themeColor="text1"/>
        </w:rPr>
        <w:t>Close your “Header &amp; Footer” tab and fill out the rest of the letter as normal</w:t>
      </w:r>
    </w:p>
    <w:p w14:paraId="15D7D5F0" w14:textId="77777777" w:rsidR="009B7F01" w:rsidRDefault="009B7F01" w:rsidP="009B7F01">
      <w:pPr>
        <w:rPr>
          <w:rFonts w:ascii="Source Sans 3" w:hAnsi="Source Sans 3"/>
          <w:color w:val="000000" w:themeColor="text1"/>
        </w:rPr>
        <w:sectPr w:rsidR="009B7F01" w:rsidSect="001048BD">
          <w:type w:val="continuous"/>
          <w:pgSz w:w="12240" w:h="15840"/>
          <w:pgMar w:top="1080" w:right="1080" w:bottom="1080" w:left="1080" w:header="720" w:footer="720" w:gutter="0"/>
          <w:cols w:space="720"/>
          <w:docGrid w:linePitch="360"/>
        </w:sectPr>
      </w:pPr>
    </w:p>
    <w:p w14:paraId="01B4295C" w14:textId="77777777" w:rsidR="003D4E51" w:rsidRPr="009B7F01" w:rsidRDefault="003D4E51" w:rsidP="009B7F01">
      <w:pPr>
        <w:rPr>
          <w:rFonts w:ascii="Source Sans 3" w:hAnsi="Source Sans 3"/>
          <w:color w:val="000000" w:themeColor="text1"/>
        </w:rPr>
      </w:pPr>
      <w:r>
        <w:rPr>
          <w:rFonts w:ascii="Source Sans 3" w:hAnsi="Source Sans 3"/>
          <w:color w:val="000000" w:themeColor="text1"/>
        </w:rPr>
        <w:t xml:space="preserve">If you have any issues or questions please reach out to the Marketing and Communications team at: </w:t>
      </w:r>
      <w:hyperlink r:id="rId10" w:history="1">
        <w:r w:rsidRPr="004E3755">
          <w:rPr>
            <w:rStyle w:val="Hyperlink"/>
            <w:rFonts w:ascii="Source Sans 3" w:hAnsi="Source Sans 3"/>
          </w:rPr>
          <w:t>Marketing@PikesPeak.edu</w:t>
        </w:r>
      </w:hyperlink>
      <w:r>
        <w:rPr>
          <w:rFonts w:ascii="Source Sans 3" w:hAnsi="Source Sans 3"/>
          <w:color w:val="000000" w:themeColor="text1"/>
        </w:rPr>
        <w:t xml:space="preserve"> </w:t>
      </w:r>
    </w:p>
    <w:sectPr w:rsidR="003D4E51" w:rsidRPr="009B7F01" w:rsidSect="001048BD">
      <w:type w:val="continuous"/>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ource Sans 3">
    <w:panose1 w:val="020B0303030403020204"/>
    <w:charset w:val="00"/>
    <w:family w:val="swiss"/>
    <w:pitch w:val="variable"/>
    <w:sig w:usb0="E00002FF" w:usb1="00002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E14AA"/>
    <w:multiLevelType w:val="hybridMultilevel"/>
    <w:tmpl w:val="2B54B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10346C"/>
    <w:multiLevelType w:val="hybridMultilevel"/>
    <w:tmpl w:val="A682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5354557">
    <w:abstractNumId w:val="1"/>
  </w:num>
  <w:num w:numId="2" w16cid:durableId="87234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E3A"/>
    <w:rsid w:val="001048BD"/>
    <w:rsid w:val="00110EFD"/>
    <w:rsid w:val="00115B76"/>
    <w:rsid w:val="002A76C0"/>
    <w:rsid w:val="002E464F"/>
    <w:rsid w:val="003D4E51"/>
    <w:rsid w:val="00401075"/>
    <w:rsid w:val="004709EA"/>
    <w:rsid w:val="0053499B"/>
    <w:rsid w:val="00750AA0"/>
    <w:rsid w:val="009B7F01"/>
    <w:rsid w:val="00A04A9A"/>
    <w:rsid w:val="00A90EDB"/>
    <w:rsid w:val="00CB1E3A"/>
    <w:rsid w:val="00D30A9E"/>
    <w:rsid w:val="00E24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F88F2"/>
  <w15:chartTrackingRefBased/>
  <w15:docId w15:val="{5FE3DFD8-3686-3340-B195-51D39137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E3A"/>
    <w:pPr>
      <w:ind w:left="720"/>
      <w:contextualSpacing/>
    </w:pPr>
  </w:style>
  <w:style w:type="character" w:styleId="Hyperlink">
    <w:name w:val="Hyperlink"/>
    <w:basedOn w:val="DefaultParagraphFont"/>
    <w:uiPriority w:val="99"/>
    <w:unhideWhenUsed/>
    <w:rsid w:val="002E464F"/>
    <w:rPr>
      <w:color w:val="0563C1" w:themeColor="hyperlink"/>
      <w:u w:val="single"/>
    </w:rPr>
  </w:style>
  <w:style w:type="character" w:styleId="UnresolvedMention">
    <w:name w:val="Unresolved Mention"/>
    <w:basedOn w:val="DefaultParagraphFont"/>
    <w:uiPriority w:val="99"/>
    <w:semiHidden/>
    <w:unhideWhenUsed/>
    <w:rsid w:val="002E4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en-us/office/edit-your-existing-headers-and-footers-490423a3-3e5b-4080-aff0-c429ab5d6708" TargetMode="External"/><Relationship Id="rId3" Type="http://schemas.openxmlformats.org/officeDocument/2006/relationships/settings" Target="settings.xml"/><Relationship Id="rId7" Type="http://schemas.openxmlformats.org/officeDocument/2006/relationships/hyperlink" Target="https://www.pikespeak.edu/administration-operations/marketing/LogoFileFormatGuide.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ikespeak.edu/administration-operations/marketing/brand/Department%20Logos.php" TargetMode="External"/><Relationship Id="rId11" Type="http://schemas.openxmlformats.org/officeDocument/2006/relationships/fontTable" Target="fontTable.xml"/><Relationship Id="rId5" Type="http://schemas.openxmlformats.org/officeDocument/2006/relationships/hyperlink" Target="https://support.microsoft.com/en-us/office/edit-your-existing-headers-and-footers-490423a3-3e5b-4080-aff0-c429ab5d6708" TargetMode="External"/><Relationship Id="rId10" Type="http://schemas.openxmlformats.org/officeDocument/2006/relationships/hyperlink" Target="mailto:Marketing@PikesPeak.edu" TargetMode="External"/><Relationship Id="rId4" Type="http://schemas.openxmlformats.org/officeDocument/2006/relationships/webSettings" Target="webSettings.xml"/><Relationship Id="rId9" Type="http://schemas.openxmlformats.org/officeDocument/2006/relationships/hyperlink" Target="https://support.microsoft.com/en-us/office/replace-or-delete-a-picture-in-microsoft-office-f50c4431-a785-49d1-9ee5-a732947cbf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Boyce, Carrie</dc:creator>
  <cp:keywords/>
  <dc:description/>
  <cp:lastModifiedBy>Boyce, Carrie</cp:lastModifiedBy>
  <cp:revision>2</cp:revision>
  <cp:lastPrinted>2023-12-15T18:22:00Z</cp:lastPrinted>
  <dcterms:created xsi:type="dcterms:W3CDTF">2024-02-15T21:25:00Z</dcterms:created>
  <dcterms:modified xsi:type="dcterms:W3CDTF">2024-02-15T21:25:00Z</dcterms:modified>
</cp:coreProperties>
</file>